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B90D3" w14:textId="77777777" w:rsidR="004968B6" w:rsidRPr="003046B5" w:rsidRDefault="00CD6897" w:rsidP="004968B6">
      <w:pPr>
        <w:spacing w:line="240" w:lineRule="auto"/>
        <w:jc w:val="right"/>
        <w:rPr>
          <w:rFonts w:ascii="Corbel" w:hAnsi="Corbel"/>
          <w:bCs/>
          <w:i/>
        </w:rPr>
      </w:pP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="004968B6" w:rsidRPr="003046B5">
        <w:rPr>
          <w:rFonts w:ascii="Corbel" w:hAnsi="Corbel"/>
          <w:bCs/>
          <w:i/>
        </w:rPr>
        <w:t>Załącznik nr 1.5 do Zarządzenia Rektora UR  nr 12/2019</w:t>
      </w:r>
    </w:p>
    <w:p w14:paraId="324FD515" w14:textId="77777777" w:rsidR="004968B6" w:rsidRPr="003046B5" w:rsidRDefault="004968B6" w:rsidP="004968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046B5">
        <w:rPr>
          <w:rFonts w:ascii="Corbel" w:hAnsi="Corbel"/>
          <w:b/>
          <w:smallCaps/>
          <w:sz w:val="24"/>
          <w:szCs w:val="24"/>
        </w:rPr>
        <w:t>SYLABUS</w:t>
      </w:r>
    </w:p>
    <w:p w14:paraId="3BAE45CB" w14:textId="4EFB8146" w:rsidR="004968B6" w:rsidRPr="003046B5" w:rsidRDefault="004968B6" w:rsidP="004968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046B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B77FD">
        <w:rPr>
          <w:rFonts w:ascii="Corbel" w:hAnsi="Corbel"/>
          <w:i/>
          <w:smallCaps/>
          <w:sz w:val="24"/>
          <w:szCs w:val="24"/>
        </w:rPr>
        <w:t>2022-2024</w:t>
      </w:r>
    </w:p>
    <w:p w14:paraId="0749206E" w14:textId="17BA246F" w:rsidR="0085747A" w:rsidRPr="003046B5" w:rsidRDefault="004968B6" w:rsidP="004968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046B5">
        <w:rPr>
          <w:rFonts w:ascii="Corbel" w:hAnsi="Corbel"/>
          <w:sz w:val="20"/>
          <w:szCs w:val="20"/>
        </w:rPr>
        <w:t>Rok akademicki: 202</w:t>
      </w:r>
      <w:r w:rsidR="002B77FD">
        <w:rPr>
          <w:rFonts w:ascii="Corbel" w:hAnsi="Corbel"/>
          <w:sz w:val="20"/>
          <w:szCs w:val="20"/>
        </w:rPr>
        <w:t>3</w:t>
      </w:r>
      <w:r w:rsidRPr="003046B5">
        <w:rPr>
          <w:rFonts w:ascii="Corbel" w:hAnsi="Corbel"/>
          <w:sz w:val="20"/>
          <w:szCs w:val="20"/>
        </w:rPr>
        <w:t>/202</w:t>
      </w:r>
      <w:r w:rsidR="002B77FD">
        <w:rPr>
          <w:rFonts w:ascii="Corbel" w:hAnsi="Corbel"/>
          <w:sz w:val="20"/>
          <w:szCs w:val="20"/>
        </w:rPr>
        <w:t>4</w:t>
      </w:r>
    </w:p>
    <w:p w14:paraId="07FE5969" w14:textId="77777777" w:rsidR="004968B6" w:rsidRPr="003046B5" w:rsidRDefault="004968B6" w:rsidP="004968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B6DE1CC" w14:textId="1CD568A3" w:rsidR="0085747A" w:rsidRPr="003046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 xml:space="preserve">1. </w:t>
      </w:r>
      <w:r w:rsidR="0085747A" w:rsidRPr="003046B5">
        <w:rPr>
          <w:rFonts w:ascii="Corbel" w:hAnsi="Corbel"/>
          <w:szCs w:val="24"/>
        </w:rPr>
        <w:t xml:space="preserve">Podstawowe </w:t>
      </w:r>
      <w:r w:rsidR="00445970" w:rsidRPr="003046B5">
        <w:rPr>
          <w:rFonts w:ascii="Corbel" w:hAnsi="Corbel"/>
          <w:szCs w:val="24"/>
        </w:rPr>
        <w:t>informacje o przedmiocie</w:t>
      </w:r>
    </w:p>
    <w:p w14:paraId="421BECBD" w14:textId="77777777" w:rsidR="004968B6" w:rsidRPr="003046B5" w:rsidRDefault="004968B6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046B5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046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3046B5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Analiza i wycena portfela inwestycyjnego</w:t>
            </w:r>
          </w:p>
        </w:tc>
      </w:tr>
      <w:tr w:rsidR="0085747A" w:rsidRPr="003046B5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046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046B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C9A9444" w:rsidR="0085747A" w:rsidRPr="003046B5" w:rsidRDefault="00F061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1"/>
              </w:rPr>
              <w:t>E/II/EUB/C-1.1</w:t>
            </w:r>
            <w:r w:rsidR="00F13DE3">
              <w:rPr>
                <w:rFonts w:ascii="Corbel" w:hAnsi="Corbel"/>
                <w:b w:val="0"/>
                <w:sz w:val="24"/>
                <w:szCs w:val="21"/>
              </w:rPr>
              <w:t>c</w:t>
            </w:r>
          </w:p>
        </w:tc>
      </w:tr>
      <w:tr w:rsidR="0085747A" w:rsidRPr="003046B5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046B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</w:t>
            </w:r>
            <w:r w:rsidR="0085747A" w:rsidRPr="003046B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046B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046B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046B5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2E5330" w:rsidR="0085747A" w:rsidRPr="003046B5" w:rsidRDefault="004968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046B5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FFD2DE7" w:rsidR="0085747A" w:rsidRPr="003046B5" w:rsidRDefault="000910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3046B5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046B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93A1023" w:rsidR="0085747A" w:rsidRPr="003046B5" w:rsidRDefault="004968B6" w:rsidP="00D46F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3046B5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E519128" w:rsidR="0085747A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3046B5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3046B5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3A63F57" w:rsidR="0085747A" w:rsidRPr="003046B5" w:rsidRDefault="00F23E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23BE" w:rsidRPr="003046B5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3046B5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046B5">
              <w:rPr>
                <w:rFonts w:ascii="Corbel" w:hAnsi="Corbel"/>
                <w:sz w:val="24"/>
                <w:szCs w:val="24"/>
              </w:rPr>
              <w:t>/y</w:t>
            </w:r>
            <w:r w:rsidRPr="003046B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A432E58" w:rsidR="0085747A" w:rsidRPr="003046B5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F13DE3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3046B5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1BE6D88" w:rsidR="0085747A" w:rsidRPr="003046B5" w:rsidRDefault="004968B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B7521" w:rsidRPr="003046B5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3046B5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046B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80F29FF" w:rsidR="00923D7D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46B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3046B5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3046B5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3046B5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3046B5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3046B5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5964E3F2" w:rsidR="003823BE" w:rsidRPr="003046B5" w:rsidRDefault="003823BE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3046B5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5AD823E3" w14:textId="1304B392" w:rsidR="00923D7D" w:rsidRPr="003046B5" w:rsidRDefault="0085747A" w:rsidP="003E403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 xml:space="preserve">* </w:t>
      </w:r>
      <w:r w:rsidR="00B90885" w:rsidRPr="003046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046B5">
        <w:rPr>
          <w:rFonts w:ascii="Corbel" w:hAnsi="Corbel"/>
          <w:b w:val="0"/>
          <w:sz w:val="24"/>
          <w:szCs w:val="24"/>
        </w:rPr>
        <w:t>e,</w:t>
      </w:r>
      <w:r w:rsidR="00C41B9B" w:rsidRPr="003046B5">
        <w:rPr>
          <w:rFonts w:ascii="Corbel" w:hAnsi="Corbel"/>
          <w:b w:val="0"/>
          <w:sz w:val="24"/>
          <w:szCs w:val="24"/>
        </w:rPr>
        <w:t xml:space="preserve"> </w:t>
      </w:r>
      <w:r w:rsidRPr="003046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046B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3046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>1.</w:t>
      </w:r>
      <w:r w:rsidR="00E22FBC" w:rsidRPr="003046B5">
        <w:rPr>
          <w:rFonts w:ascii="Corbel" w:hAnsi="Corbel"/>
          <w:sz w:val="24"/>
          <w:szCs w:val="24"/>
        </w:rPr>
        <w:t>1</w:t>
      </w:r>
      <w:r w:rsidRPr="003046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046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046B5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046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(</w:t>
            </w:r>
            <w:r w:rsidR="00363F78" w:rsidRPr="003046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046B5">
              <w:rPr>
                <w:rFonts w:ascii="Corbel" w:hAnsi="Corbel"/>
                <w:b/>
                <w:szCs w:val="24"/>
              </w:rPr>
              <w:t>Liczba pkt</w:t>
            </w:r>
            <w:r w:rsidR="00B90885" w:rsidRPr="003046B5">
              <w:rPr>
                <w:rFonts w:ascii="Corbel" w:hAnsi="Corbel"/>
                <w:b/>
                <w:szCs w:val="24"/>
              </w:rPr>
              <w:t>.</w:t>
            </w:r>
            <w:r w:rsidRPr="003046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3046B5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1B2ED2BB" w:rsidR="003823BE" w:rsidRPr="003046B5" w:rsidRDefault="00F13DE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27FE187B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436F2E46" w:rsidR="003823BE" w:rsidRPr="003046B5" w:rsidRDefault="00F23E0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04415DC0" w:rsidR="003823BE" w:rsidRPr="003046B5" w:rsidRDefault="00F13DE3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6A5D4E4B" w14:textId="77777777" w:rsidR="00923D7D" w:rsidRPr="003046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046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>1.</w:t>
      </w:r>
      <w:r w:rsidR="00E22FBC" w:rsidRPr="003046B5">
        <w:rPr>
          <w:rFonts w:ascii="Corbel" w:hAnsi="Corbel"/>
          <w:smallCaps w:val="0"/>
          <w:szCs w:val="24"/>
        </w:rPr>
        <w:t>2</w:t>
      </w:r>
      <w:r w:rsidR="00F83B28" w:rsidRPr="003046B5">
        <w:rPr>
          <w:rFonts w:ascii="Corbel" w:hAnsi="Corbel"/>
          <w:smallCaps w:val="0"/>
          <w:szCs w:val="24"/>
        </w:rPr>
        <w:t>.</w:t>
      </w:r>
      <w:r w:rsidR="00F83B28" w:rsidRPr="003046B5">
        <w:rPr>
          <w:rFonts w:ascii="Corbel" w:hAnsi="Corbel"/>
          <w:smallCaps w:val="0"/>
          <w:szCs w:val="24"/>
        </w:rPr>
        <w:tab/>
      </w:r>
      <w:r w:rsidRPr="003046B5">
        <w:rPr>
          <w:rFonts w:ascii="Corbel" w:hAnsi="Corbel"/>
          <w:smallCaps w:val="0"/>
          <w:szCs w:val="24"/>
        </w:rPr>
        <w:t xml:space="preserve">Sposób realizacji zajęć  </w:t>
      </w:r>
    </w:p>
    <w:p w14:paraId="2E4C61F6" w14:textId="77777777" w:rsidR="004968B6" w:rsidRPr="003046B5" w:rsidRDefault="004968B6" w:rsidP="004968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46B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3046B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046B5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356F3E8" w14:textId="77777777" w:rsidR="004968B6" w:rsidRPr="003046B5" w:rsidRDefault="004968B6" w:rsidP="004968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46B5">
        <w:rPr>
          <w:rFonts w:ascii="MS Gothic" w:eastAsia="MS Gothic" w:hAnsi="MS Gothic" w:cs="MS Gothic" w:hint="eastAsia"/>
          <w:b w:val="0"/>
          <w:szCs w:val="24"/>
        </w:rPr>
        <w:t>☐</w:t>
      </w:r>
      <w:r w:rsidRPr="003046B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2727E6" w14:textId="77777777" w:rsidR="004968B6" w:rsidRPr="003046B5" w:rsidRDefault="004968B6" w:rsidP="004968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1.3 </w:t>
      </w:r>
      <w:r w:rsidRPr="003046B5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3046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328371" w14:textId="78A6EC90" w:rsidR="004968B6" w:rsidRPr="003046B5" w:rsidRDefault="00F13DE3" w:rsidP="004968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3046B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046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003EB43F" w14:textId="77777777" w:rsidTr="00745302">
        <w:tc>
          <w:tcPr>
            <w:tcW w:w="9670" w:type="dxa"/>
          </w:tcPr>
          <w:p w14:paraId="20BFFC4C" w14:textId="2B386027" w:rsidR="0085747A" w:rsidRPr="003046B5" w:rsidRDefault="0012696A" w:rsidP="004968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Pr="003046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7242F2" w14:textId="77777777" w:rsidR="004968B6" w:rsidRPr="003046B5" w:rsidRDefault="004968B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4455D8FD" w:rsidR="0085747A" w:rsidRPr="003046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>3.</w:t>
      </w:r>
      <w:r w:rsidR="00A84C85" w:rsidRPr="003046B5">
        <w:rPr>
          <w:rFonts w:ascii="Corbel" w:hAnsi="Corbel"/>
          <w:szCs w:val="24"/>
        </w:rPr>
        <w:t>cele, efekty uczenia się</w:t>
      </w:r>
      <w:r w:rsidR="0085747A" w:rsidRPr="003046B5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046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3046B5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046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3046B5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B4FCF28" w:rsidR="003823BE" w:rsidRPr="003046B5" w:rsidRDefault="00E2277E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3046B5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26CEEC66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4BA36A2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E3BBC79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36F5CE44" w:rsidR="001D7B54" w:rsidRPr="003046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 xml:space="preserve">3.2 </w:t>
      </w:r>
      <w:r w:rsidR="001D7B54" w:rsidRPr="003046B5">
        <w:rPr>
          <w:rFonts w:ascii="Corbel" w:hAnsi="Corbel"/>
          <w:b/>
          <w:sz w:val="24"/>
          <w:szCs w:val="24"/>
        </w:rPr>
        <w:t xml:space="preserve">Efekty </w:t>
      </w:r>
      <w:r w:rsidR="00C05F44" w:rsidRPr="003046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046B5">
        <w:rPr>
          <w:rFonts w:ascii="Corbel" w:hAnsi="Corbel"/>
          <w:b/>
          <w:sz w:val="24"/>
          <w:szCs w:val="24"/>
        </w:rPr>
        <w:t>dla przedmiotu</w:t>
      </w:r>
      <w:r w:rsidR="00CC3747" w:rsidRPr="003046B5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3046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046B5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046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046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3046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56C32561" w:rsidR="0085747A" w:rsidRPr="003046B5" w:rsidRDefault="003046B5" w:rsidP="004F2D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3046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3046B5" w14:paraId="2FAE894A" w14:textId="77777777" w:rsidTr="003823BE">
        <w:tc>
          <w:tcPr>
            <w:tcW w:w="1681" w:type="dxa"/>
          </w:tcPr>
          <w:p w14:paraId="48E5C6E7" w14:textId="6007AB6F" w:rsidR="003823BE" w:rsidRPr="003046B5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D023336" w:rsidR="003823BE" w:rsidRPr="003046B5" w:rsidRDefault="00E2277E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analizy i wyceny portfela inwestycyjnego oraz zasady, koncepcje oraz modele wyjaśniające funkcjonowanie rynków finansowych. </w:t>
            </w:r>
          </w:p>
        </w:tc>
        <w:tc>
          <w:tcPr>
            <w:tcW w:w="1865" w:type="dxa"/>
          </w:tcPr>
          <w:p w14:paraId="2DD7F866" w14:textId="4D65A359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4E17F2A3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K_W0</w:t>
            </w:r>
            <w:r w:rsidR="004F2D19" w:rsidRPr="003046B5">
              <w:rPr>
                <w:rFonts w:ascii="Corbel" w:hAnsi="Corbel" w:cs="Times New Roman"/>
                <w:color w:val="auto"/>
              </w:rPr>
              <w:t>2</w:t>
            </w:r>
          </w:p>
          <w:p w14:paraId="208BD672" w14:textId="304902CA" w:rsidR="004F2D19" w:rsidRPr="003046B5" w:rsidRDefault="004F2D19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502062" w:rsidRPr="003046B5" w14:paraId="2DE601A1" w14:textId="77777777" w:rsidTr="003823BE">
        <w:tc>
          <w:tcPr>
            <w:tcW w:w="1681" w:type="dxa"/>
          </w:tcPr>
          <w:p w14:paraId="03570B1D" w14:textId="6D29B510" w:rsidR="00502062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D521713" w14:textId="22F9D9E3" w:rsidR="00502062" w:rsidRPr="003046B5" w:rsidRDefault="00502062" w:rsidP="003E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BBA0923" w14:textId="24349A3D" w:rsidR="00502062" w:rsidRPr="003046B5" w:rsidRDefault="00502062" w:rsidP="003046B5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14C0EF2" w14:textId="1AFD3CAA" w:rsidR="00502062" w:rsidRPr="003046B5" w:rsidRDefault="00502062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/>
              </w:rPr>
              <w:t>K_W05</w:t>
            </w:r>
          </w:p>
        </w:tc>
      </w:tr>
      <w:tr w:rsidR="003823BE" w:rsidRPr="003046B5" w14:paraId="48B116A6" w14:textId="77777777" w:rsidTr="004F2D19">
        <w:tc>
          <w:tcPr>
            <w:tcW w:w="1681" w:type="dxa"/>
          </w:tcPr>
          <w:p w14:paraId="55D5A65C" w14:textId="26A6069A" w:rsidR="003823BE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251AFAD6" w:rsidR="003823BE" w:rsidRPr="003046B5" w:rsidRDefault="00502062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2277E" w:rsidRPr="003046B5">
              <w:rPr>
                <w:rFonts w:ascii="Corbel" w:hAnsi="Corbel"/>
                <w:b w:val="0"/>
                <w:smallCaps w:val="0"/>
                <w:szCs w:val="24"/>
              </w:rPr>
              <w:t>nalizuje zjawiska i p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rocesy zachodzące w gospodarce oraz</w:t>
            </w:r>
            <w:r w:rsidR="00E2277E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ocenia ich wpływ na wartość portfela papierów wartościowych.</w:t>
            </w:r>
            <w:r w:rsidR="0012696A" w:rsidRPr="003046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4A6DD19B" w14:textId="77777777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6BEC49A8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K_U0</w:t>
            </w:r>
            <w:r w:rsidR="004F2D19" w:rsidRPr="003046B5">
              <w:rPr>
                <w:rFonts w:ascii="Corbel" w:hAnsi="Corbel" w:cs="Times New Roman"/>
                <w:color w:val="auto"/>
              </w:rPr>
              <w:t>4</w:t>
            </w:r>
          </w:p>
          <w:p w14:paraId="656E048A" w14:textId="59C2AFD0" w:rsidR="004F2D19" w:rsidRPr="003046B5" w:rsidRDefault="004F2D19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02062" w:rsidRPr="003046B5" w14:paraId="668B57F9" w14:textId="77777777" w:rsidTr="004F2D19">
        <w:tc>
          <w:tcPr>
            <w:tcW w:w="1681" w:type="dxa"/>
          </w:tcPr>
          <w:p w14:paraId="0B237AD5" w14:textId="0DAD0D7F" w:rsidR="00502062" w:rsidRPr="003046B5" w:rsidRDefault="00502062" w:rsidP="00502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B2BF0DA" w14:textId="0D0DBC8B" w:rsidR="00502062" w:rsidRPr="003046B5" w:rsidRDefault="00502062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Potrafi samodzielnie jak i w ramach zespołu wyznaczyć podstawowe charakterystyki portfela inwestycyjnego.</w:t>
            </w:r>
          </w:p>
        </w:tc>
        <w:tc>
          <w:tcPr>
            <w:tcW w:w="1865" w:type="dxa"/>
            <w:shd w:val="clear" w:color="auto" w:fill="auto"/>
          </w:tcPr>
          <w:p w14:paraId="5F68E5AE" w14:textId="77777777" w:rsidR="00502062" w:rsidRPr="003046B5" w:rsidRDefault="00502062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046B5">
              <w:rPr>
                <w:rFonts w:ascii="Corbel" w:hAnsi="Corbel"/>
                <w:b w:val="0"/>
              </w:rPr>
              <w:t>K_U06</w:t>
            </w:r>
          </w:p>
          <w:p w14:paraId="0FC3D33C" w14:textId="2ABBEB06" w:rsidR="00502062" w:rsidRPr="003046B5" w:rsidRDefault="00502062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/>
              </w:rPr>
              <w:t>K_U11</w:t>
            </w:r>
          </w:p>
        </w:tc>
      </w:tr>
      <w:tr w:rsidR="003823BE" w:rsidRPr="003046B5" w14:paraId="32BADA47" w14:textId="77777777" w:rsidTr="003823BE">
        <w:tc>
          <w:tcPr>
            <w:tcW w:w="1681" w:type="dxa"/>
          </w:tcPr>
          <w:p w14:paraId="4CBEB17A" w14:textId="7CC3EE30" w:rsidR="003823BE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AAB609F" w14:textId="2C8E5D01" w:rsidR="003823BE" w:rsidRPr="003046B5" w:rsidRDefault="00E2277E" w:rsidP="003E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</w:tcPr>
          <w:p w14:paraId="77891C3A" w14:textId="77777777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236F81CB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K_K0</w:t>
            </w:r>
            <w:r w:rsidR="004F2D19" w:rsidRPr="003046B5">
              <w:rPr>
                <w:rFonts w:ascii="Corbel" w:hAnsi="Corbel" w:cs="Times New Roman"/>
                <w:color w:val="auto"/>
              </w:rPr>
              <w:t>3</w:t>
            </w:r>
          </w:p>
          <w:p w14:paraId="2BA6A2A8" w14:textId="205BF493" w:rsidR="003823BE" w:rsidRPr="003046B5" w:rsidRDefault="003823BE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D07028D" w:rsidR="0085747A" w:rsidRPr="003046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>3.3</w:t>
      </w:r>
      <w:r w:rsidR="0085747A" w:rsidRPr="003046B5">
        <w:rPr>
          <w:rFonts w:ascii="Corbel" w:hAnsi="Corbel"/>
          <w:b/>
          <w:sz w:val="24"/>
          <w:szCs w:val="24"/>
        </w:rPr>
        <w:t>T</w:t>
      </w:r>
      <w:r w:rsidR="00E32EA6" w:rsidRPr="003046B5">
        <w:rPr>
          <w:rFonts w:ascii="Corbel" w:hAnsi="Corbel"/>
          <w:b/>
          <w:sz w:val="24"/>
          <w:szCs w:val="24"/>
        </w:rPr>
        <w:t>reści programowe</w:t>
      </w:r>
    </w:p>
    <w:p w14:paraId="60F98C60" w14:textId="77777777" w:rsidR="003E403D" w:rsidRPr="003046B5" w:rsidRDefault="003E403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3046B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046B5">
        <w:rPr>
          <w:rFonts w:ascii="Corbel" w:hAnsi="Corbel"/>
          <w:sz w:val="24"/>
          <w:szCs w:val="24"/>
        </w:rPr>
        <w:t xml:space="preserve">, </w:t>
      </w:r>
      <w:r w:rsidRPr="003046B5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3046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2F5B3963" w14:textId="77777777" w:rsidTr="00FD24AD">
        <w:tc>
          <w:tcPr>
            <w:tcW w:w="9520" w:type="dxa"/>
          </w:tcPr>
          <w:p w14:paraId="00ED6C2A" w14:textId="77777777" w:rsidR="0085747A" w:rsidRPr="003046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3046B5" w14:paraId="1C230FF5" w14:textId="77777777" w:rsidTr="00FD24AD">
        <w:tc>
          <w:tcPr>
            <w:tcW w:w="9520" w:type="dxa"/>
          </w:tcPr>
          <w:p w14:paraId="59B5524C" w14:textId="68E310C8" w:rsidR="00FD24AD" w:rsidRPr="003046B5" w:rsidRDefault="0012696A" w:rsidP="00E32EA6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3046B5" w14:paraId="7BDBAFB0" w14:textId="77777777" w:rsidTr="00FD24AD">
        <w:tc>
          <w:tcPr>
            <w:tcW w:w="9520" w:type="dxa"/>
          </w:tcPr>
          <w:p w14:paraId="0827D9D0" w14:textId="0A4A43B0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3046B5" w14:paraId="52C24D11" w14:textId="77777777" w:rsidTr="00FD24AD">
        <w:tc>
          <w:tcPr>
            <w:tcW w:w="9520" w:type="dxa"/>
          </w:tcPr>
          <w:p w14:paraId="7348097D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3046B5" w14:paraId="46EBA714" w14:textId="77777777" w:rsidTr="00FD24AD">
        <w:tc>
          <w:tcPr>
            <w:tcW w:w="9520" w:type="dxa"/>
          </w:tcPr>
          <w:p w14:paraId="5F54160C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3046B5" w14:paraId="0EF1D39C" w14:textId="77777777" w:rsidTr="00FD24AD">
        <w:tc>
          <w:tcPr>
            <w:tcW w:w="9520" w:type="dxa"/>
          </w:tcPr>
          <w:p w14:paraId="1A38DF7A" w14:textId="77777777" w:rsidR="0012696A" w:rsidRPr="003046B5" w:rsidRDefault="0012696A" w:rsidP="00E32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3046B5" w:rsidRDefault="0012696A" w:rsidP="00E32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3046B5" w14:paraId="3452E04E" w14:textId="77777777" w:rsidTr="00FD24AD">
        <w:tc>
          <w:tcPr>
            <w:tcW w:w="9520" w:type="dxa"/>
          </w:tcPr>
          <w:p w14:paraId="5D70F5F7" w14:textId="77777777" w:rsidR="00E2277E" w:rsidRPr="003046B5" w:rsidRDefault="00E2277E" w:rsidP="00E32E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3046B5" w:rsidRDefault="00E2277E" w:rsidP="00E32E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3046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481286" w14:textId="7E57EB37" w:rsidR="00BC1C6D" w:rsidRPr="003046B5" w:rsidRDefault="00BC1C6D" w:rsidP="00E32EA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3046B5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="00CC3747" w:rsidRPr="003046B5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Pr="003046B5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3046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3046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4. </w:t>
      </w:r>
      <w:r w:rsidR="0085747A" w:rsidRPr="003046B5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046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046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046B5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046B5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3046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3046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046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3046B5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2B8418B8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zespołowa, obserwacja w trakcie zajęć,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67B0D311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502062" w:rsidRPr="003046B5" w14:paraId="46D0697F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FD75" w14:textId="27EA6AEE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4580" w14:textId="785252FF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0ABA" w14:textId="0CDE9628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4FFC" w:rsidRPr="003046B5" w14:paraId="6A60C268" w14:textId="77777777" w:rsidTr="00E32EA6">
        <w:trPr>
          <w:trHeight w:val="58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72C5DFAB" w:rsidR="00F24FFC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41A9D603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zespołowa, obserwacja w trakcie zajęć,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1F9C13A1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502062" w:rsidRPr="003046B5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0A3EA5C5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5EA321C3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2DB4C036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02062" w:rsidRPr="003046B5" w14:paraId="75B5B87D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B094" w14:textId="43CA7700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CE8B" w14:textId="6B1A08CE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8DDA" w14:textId="75167FCA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3046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92010F" w14:textId="77777777" w:rsidR="00502062" w:rsidRPr="003046B5" w:rsidRDefault="0050206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1F17A970" w:rsidR="0085747A" w:rsidRPr="003046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3046B5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046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442B12DD" w14:textId="77777777" w:rsidTr="00923D7D">
        <w:tc>
          <w:tcPr>
            <w:tcW w:w="9670" w:type="dxa"/>
          </w:tcPr>
          <w:p w14:paraId="7DE05E2B" w14:textId="77777777" w:rsidR="00F24FFC" w:rsidRPr="003046B5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09C9128" w:rsidR="00F24FFC" w:rsidRPr="003046B5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258AB533" w14:textId="77777777" w:rsidR="00F24FFC" w:rsidRPr="003046B5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57C1CB8B" w:rsidR="0085747A" w:rsidRPr="003046B5" w:rsidRDefault="00F24FFC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3,0 wymaga zdobycia 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% maksymalnej 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liczby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046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 xml:space="preserve">5. </w:t>
      </w:r>
      <w:r w:rsidR="00C61DC5" w:rsidRPr="003046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046B5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3046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046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046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3046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046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046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3046B5" w14:paraId="41D7342E" w14:textId="77777777" w:rsidTr="00D45B17">
        <w:tc>
          <w:tcPr>
            <w:tcW w:w="4902" w:type="dxa"/>
          </w:tcPr>
          <w:p w14:paraId="336857A1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6D6A0C02" w:rsidR="00D45B17" w:rsidRPr="003046B5" w:rsidRDefault="00F23E0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3046B5" w14:paraId="14748C99" w14:textId="77777777" w:rsidTr="00D45B17">
        <w:tc>
          <w:tcPr>
            <w:tcW w:w="4902" w:type="dxa"/>
          </w:tcPr>
          <w:p w14:paraId="77F9A71E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3046B5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3046B5" w14:paraId="41367D30" w14:textId="77777777" w:rsidTr="00D45B17">
        <w:tc>
          <w:tcPr>
            <w:tcW w:w="4902" w:type="dxa"/>
          </w:tcPr>
          <w:p w14:paraId="4F573F09" w14:textId="130E4F4E" w:rsidR="00D45B17" w:rsidRPr="003046B5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- 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1</w:t>
            </w:r>
            <w:r w:rsidR="005B7521" w:rsidRPr="003046B5">
              <w:rPr>
                <w:rFonts w:ascii="Corbel" w:hAnsi="Corbel"/>
                <w:sz w:val="24"/>
                <w:szCs w:val="24"/>
              </w:rPr>
              <w:t>0</w:t>
            </w:r>
            <w:r w:rsidRPr="003046B5">
              <w:rPr>
                <w:rFonts w:ascii="Corbel" w:hAnsi="Corbel"/>
                <w:sz w:val="24"/>
                <w:szCs w:val="24"/>
              </w:rPr>
              <w:t>, egzaminu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 - 1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0</w:t>
            </w:r>
            <w:r w:rsidRPr="003046B5">
              <w:rPr>
                <w:rFonts w:ascii="Corbel" w:hAnsi="Corbel"/>
                <w:sz w:val="24"/>
                <w:szCs w:val="24"/>
              </w:rPr>
              <w:t>, napisanie referatu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 - 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6</w:t>
            </w:r>
            <w:r w:rsidRPr="003046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57B39754" w:rsidR="00D45B17" w:rsidRPr="003046B5" w:rsidRDefault="00F23E0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D45B17" w:rsidRPr="003046B5" w14:paraId="45A3E8D7" w14:textId="77777777" w:rsidTr="00D45B17">
        <w:tc>
          <w:tcPr>
            <w:tcW w:w="4902" w:type="dxa"/>
          </w:tcPr>
          <w:p w14:paraId="626D78EC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0C782899" w:rsidR="00D45B17" w:rsidRPr="003046B5" w:rsidRDefault="00F13DE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3046B5" w14:paraId="761AF2EE" w14:textId="77777777" w:rsidTr="00D45B17">
        <w:tc>
          <w:tcPr>
            <w:tcW w:w="4902" w:type="dxa"/>
          </w:tcPr>
          <w:p w14:paraId="3C28658F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189AD810" w:rsidR="00D45B17" w:rsidRPr="003046B5" w:rsidRDefault="00F13DE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3046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046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046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046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046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6. </w:t>
      </w:r>
      <w:r w:rsidR="0085747A" w:rsidRPr="003046B5">
        <w:rPr>
          <w:rFonts w:ascii="Corbel" w:hAnsi="Corbel"/>
          <w:smallCaps w:val="0"/>
          <w:szCs w:val="24"/>
        </w:rPr>
        <w:t>PRAKTYKI ZAWO</w:t>
      </w:r>
      <w:r w:rsidR="009D3F3B" w:rsidRPr="003046B5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046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046B5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3046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3046B5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046B5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3046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3046B5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046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3046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7. </w:t>
      </w:r>
      <w:r w:rsidR="0085747A" w:rsidRPr="003046B5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046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046B5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3046B5" w:rsidRDefault="0085747A" w:rsidP="005856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3046B5" w:rsidRDefault="00CC05C8" w:rsidP="005856B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3046B5" w:rsidRDefault="00CC05C8" w:rsidP="005856B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Perez K., Truszkowski J., Portfel inwestycyjny, Wyd. 2 popr. i rozsz. - Poznań : Wydawnictwo Uniwersytetu Ekonomicznego, 2011.</w:t>
            </w:r>
          </w:p>
        </w:tc>
      </w:tr>
      <w:tr w:rsidR="0085747A" w:rsidRPr="003046B5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3046B5" w:rsidRDefault="0085747A" w:rsidP="005856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Perez K., Ziarko-Siwek U. (red.), Inwestycje finansowe, CeDeWu, Warszawa 2011</w:t>
            </w:r>
          </w:p>
          <w:p w14:paraId="4C3B60B0" w14:textId="42AC8466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 Pruchnicka-Grabias I. (red.), Inwestycje alternatywne, CeDeWu , Warszawa 2008</w:t>
            </w:r>
          </w:p>
          <w:p w14:paraId="1CF92F49" w14:textId="25049BFD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Taleb N.N., Ślepy traf. Rola przypadku w sukcesie finansowym, GWP, Gdańsk 2006</w:t>
            </w:r>
          </w:p>
          <w:p w14:paraId="1F17CF12" w14:textId="7FA4608A" w:rsidR="00D45B17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3046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3046B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046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046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FA456" w14:textId="77777777" w:rsidR="00E368B2" w:rsidRDefault="00E368B2" w:rsidP="00C16ABF">
      <w:pPr>
        <w:spacing w:after="0" w:line="240" w:lineRule="auto"/>
      </w:pPr>
      <w:r>
        <w:separator/>
      </w:r>
    </w:p>
  </w:endnote>
  <w:endnote w:type="continuationSeparator" w:id="0">
    <w:p w14:paraId="09270705" w14:textId="77777777" w:rsidR="00E368B2" w:rsidRDefault="00E368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E652" w14:textId="77777777" w:rsidR="00E368B2" w:rsidRDefault="00E368B2" w:rsidP="00C16ABF">
      <w:pPr>
        <w:spacing w:after="0" w:line="240" w:lineRule="auto"/>
      </w:pPr>
      <w:r>
        <w:separator/>
      </w:r>
    </w:p>
  </w:footnote>
  <w:footnote w:type="continuationSeparator" w:id="0">
    <w:p w14:paraId="770CF9BA" w14:textId="77777777" w:rsidR="00E368B2" w:rsidRDefault="00E368B2" w:rsidP="00C16ABF">
      <w:pPr>
        <w:spacing w:after="0" w:line="240" w:lineRule="auto"/>
      </w:pPr>
      <w:r>
        <w:continuationSeparator/>
      </w:r>
    </w:p>
  </w:footnote>
  <w:footnote w:id="1">
    <w:p w14:paraId="177DF054" w14:textId="77777777" w:rsidR="003046B5" w:rsidRDefault="003046B5" w:rsidP="003046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3664911">
    <w:abstractNumId w:val="1"/>
  </w:num>
  <w:num w:numId="2" w16cid:durableId="1456292124">
    <w:abstractNumId w:val="5"/>
  </w:num>
  <w:num w:numId="3" w16cid:durableId="1761947445">
    <w:abstractNumId w:val="0"/>
  </w:num>
  <w:num w:numId="4" w16cid:durableId="471601259">
    <w:abstractNumId w:val="4"/>
  </w:num>
  <w:num w:numId="5" w16cid:durableId="95058702">
    <w:abstractNumId w:val="2"/>
  </w:num>
  <w:num w:numId="6" w16cid:durableId="352150962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BBC"/>
    <w:rsid w:val="00054271"/>
    <w:rsid w:val="0006016A"/>
    <w:rsid w:val="00070214"/>
    <w:rsid w:val="00070ED6"/>
    <w:rsid w:val="000742DC"/>
    <w:rsid w:val="00084C12"/>
    <w:rsid w:val="000910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736E"/>
    <w:rsid w:val="00257BBF"/>
    <w:rsid w:val="00267816"/>
    <w:rsid w:val="00281FF2"/>
    <w:rsid w:val="002857DE"/>
    <w:rsid w:val="00291567"/>
    <w:rsid w:val="002941C1"/>
    <w:rsid w:val="002A22BF"/>
    <w:rsid w:val="002A2389"/>
    <w:rsid w:val="002A671D"/>
    <w:rsid w:val="002B4D55"/>
    <w:rsid w:val="002B5EA0"/>
    <w:rsid w:val="002B6119"/>
    <w:rsid w:val="002B77FD"/>
    <w:rsid w:val="002C1F06"/>
    <w:rsid w:val="002D3375"/>
    <w:rsid w:val="002D73D4"/>
    <w:rsid w:val="002F02A3"/>
    <w:rsid w:val="002F4ABE"/>
    <w:rsid w:val="003018BA"/>
    <w:rsid w:val="0030395F"/>
    <w:rsid w:val="003046B5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03D"/>
    <w:rsid w:val="003E49D5"/>
    <w:rsid w:val="003F205D"/>
    <w:rsid w:val="003F38C0"/>
    <w:rsid w:val="003F6E1D"/>
    <w:rsid w:val="00414E3C"/>
    <w:rsid w:val="0042244A"/>
    <w:rsid w:val="0042745A"/>
    <w:rsid w:val="00431D5C"/>
    <w:rsid w:val="00433B5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B6"/>
    <w:rsid w:val="004968E2"/>
    <w:rsid w:val="004A3EEA"/>
    <w:rsid w:val="004A4D1F"/>
    <w:rsid w:val="004D5282"/>
    <w:rsid w:val="004F1551"/>
    <w:rsid w:val="004F2D19"/>
    <w:rsid w:val="004F55A3"/>
    <w:rsid w:val="00502062"/>
    <w:rsid w:val="0050496F"/>
    <w:rsid w:val="00513B6F"/>
    <w:rsid w:val="00517C63"/>
    <w:rsid w:val="005363C4"/>
    <w:rsid w:val="00536BDE"/>
    <w:rsid w:val="00537290"/>
    <w:rsid w:val="00543ACC"/>
    <w:rsid w:val="00561887"/>
    <w:rsid w:val="0056696D"/>
    <w:rsid w:val="005856B7"/>
    <w:rsid w:val="00586AED"/>
    <w:rsid w:val="0059484D"/>
    <w:rsid w:val="005A0855"/>
    <w:rsid w:val="005A133C"/>
    <w:rsid w:val="005A3196"/>
    <w:rsid w:val="005A47E3"/>
    <w:rsid w:val="005B7521"/>
    <w:rsid w:val="005C080F"/>
    <w:rsid w:val="005C1865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16C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662"/>
    <w:rsid w:val="007722E6"/>
    <w:rsid w:val="00775865"/>
    <w:rsid w:val="0078168C"/>
    <w:rsid w:val="0078479E"/>
    <w:rsid w:val="00787C2A"/>
    <w:rsid w:val="00790E27"/>
    <w:rsid w:val="007A4022"/>
    <w:rsid w:val="007A6E6E"/>
    <w:rsid w:val="007B2759"/>
    <w:rsid w:val="007C3299"/>
    <w:rsid w:val="007C3BCC"/>
    <w:rsid w:val="007C4546"/>
    <w:rsid w:val="007C7FF7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2659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EB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417"/>
    <w:rsid w:val="00A82F66"/>
    <w:rsid w:val="00A84C85"/>
    <w:rsid w:val="00A97DE1"/>
    <w:rsid w:val="00AB053C"/>
    <w:rsid w:val="00AB2BC7"/>
    <w:rsid w:val="00AD1146"/>
    <w:rsid w:val="00AD27D3"/>
    <w:rsid w:val="00AD66D6"/>
    <w:rsid w:val="00AE1160"/>
    <w:rsid w:val="00AE203C"/>
    <w:rsid w:val="00AE2E74"/>
    <w:rsid w:val="00AE5FCB"/>
    <w:rsid w:val="00AF2C1E"/>
    <w:rsid w:val="00AF526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BF6A54"/>
    <w:rsid w:val="00C058B4"/>
    <w:rsid w:val="00C05F44"/>
    <w:rsid w:val="00C131B5"/>
    <w:rsid w:val="00C16ABF"/>
    <w:rsid w:val="00C170AE"/>
    <w:rsid w:val="00C26CB7"/>
    <w:rsid w:val="00C324C1"/>
    <w:rsid w:val="00C36992"/>
    <w:rsid w:val="00C4009E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C3747"/>
    <w:rsid w:val="00CD3A4A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46F4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2EA6"/>
    <w:rsid w:val="00E33D1F"/>
    <w:rsid w:val="00E368B2"/>
    <w:rsid w:val="00E434E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5816"/>
    <w:rsid w:val="00ED03AB"/>
    <w:rsid w:val="00ED1749"/>
    <w:rsid w:val="00ED32D2"/>
    <w:rsid w:val="00EE32DE"/>
    <w:rsid w:val="00EE5457"/>
    <w:rsid w:val="00F061E0"/>
    <w:rsid w:val="00F070AB"/>
    <w:rsid w:val="00F13DE3"/>
    <w:rsid w:val="00F17567"/>
    <w:rsid w:val="00F23E08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11FE72-01CB-4D03-8EA1-CB26C4D76512}"/>
</file>

<file path=customXml/itemProps2.xml><?xml version="1.0" encoding="utf-8"?>
<ds:datastoreItem xmlns:ds="http://schemas.openxmlformats.org/officeDocument/2006/customXml" ds:itemID="{705698C8-8C73-49E2-A48B-D7A222432B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86E9A8-46DC-4892-8B76-5E83DD2B80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2B0F93-E805-4C05-BB86-F1E7562D4C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1084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3</cp:revision>
  <cp:lastPrinted>2019-02-06T12:12:00Z</cp:lastPrinted>
  <dcterms:created xsi:type="dcterms:W3CDTF">2022-05-31T05:03:00Z</dcterms:created>
  <dcterms:modified xsi:type="dcterms:W3CDTF">2022-05-31T05:04:00Z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